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A80" w:rsidRDefault="00532A80"/>
    <w:p w:rsidR="00532A80" w:rsidRDefault="00532A80"/>
    <w:p w:rsidR="00532A80" w:rsidRDefault="00532A80">
      <w:pPr>
        <w:rPr>
          <w:rt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شعار الوزارة.jpg" style="position:absolute;left:0;text-align:left;margin-left:295.4pt;margin-top:12.9pt;width:49pt;height:50.25pt;z-index:-251648000;visibility:visible">
            <v:imagedata r:id="rId5" o:title=""/>
          </v:shape>
        </w:pict>
      </w:r>
      <w:r>
        <w:rPr>
          <w:noProof/>
        </w:rPr>
        <w:pict>
          <v:shape id="صورة 2" o:spid="_x0000_s1027" type="#_x0000_t75" alt="شعار الوزارة.jpg" style="position:absolute;left:0;text-align:left;margin-left:487.4pt;margin-top:12.9pt;width:49pt;height:50.25pt;z-index:-251649024;visibility:visible">
            <v:imagedata r:id="rId5" o:title=""/>
          </v:shape>
        </w:pict>
      </w:r>
    </w:p>
    <w:p w:rsidR="00532A80" w:rsidRDefault="00532A80">
      <w:pPr>
        <w:rPr>
          <w:rtl/>
        </w:rPr>
      </w:pPr>
      <w:r>
        <w:rPr>
          <w:noProof/>
        </w:rPr>
        <w:pict>
          <v:shape id="صورة 1" o:spid="_x0000_s1028" type="#_x0000_t75" alt="basmala07" style="position:absolute;left:0;text-align:left;margin-left:344.4pt;margin-top:4.35pt;width:138.75pt;height:28.5pt;z-index:-251650048;visibility:visible">
            <v:imagedata r:id="rId6" o:title=""/>
          </v:shape>
        </w:pict>
      </w:r>
      <w:r>
        <w:rPr>
          <w:noProof/>
        </w:rPr>
        <w:pict>
          <v:roundrect id="_x0000_s1029" style="position:absolute;left:0;text-align:left;margin-left:548.15pt;margin-top:3.6pt;width:236pt;height:105.25pt;z-index:251652096" arcsize="10923f" fillcolor="#b8cce4" stroked="f" strokeweight="0">
            <v:fill color2="fill lighten(51)" rotate="t" focusposition=".5,.5" focussize="" method="linear sigma" focus="100%" type="gradientRadial"/>
            <v:shadow on="t" type="perspective" color="#243f60" offset="1pt" offset2="-3pt"/>
            <v:textbox style="mso-next-textbox:#_x0000_s1029">
              <w:txbxContent>
                <w:p w:rsidR="00532A80" w:rsidRPr="00C52CC9" w:rsidRDefault="00532A80" w:rsidP="007903A7">
                  <w:pPr>
                    <w:jc w:val="center"/>
                    <w:rPr>
                      <w:rFonts w:ascii="Arial" w:hAnsi="Arial" w:cs="Arial"/>
                      <w:b/>
                      <w:bCs/>
                      <w:color w:val="00B050"/>
                      <w:sz w:val="20"/>
                      <w:szCs w:val="20"/>
                      <w:rtl/>
                    </w:rPr>
                  </w:pPr>
                  <w:r w:rsidRPr="00C52CC9">
                    <w:rPr>
                      <w:rFonts w:ascii="Arial" w:hAnsi="Arial" w:cs="Arial"/>
                      <w:b/>
                      <w:bCs/>
                      <w:color w:val="00B050"/>
                      <w:sz w:val="20"/>
                      <w:szCs w:val="20"/>
                      <w:rtl/>
                    </w:rPr>
                    <w:t>سورة العصر</w:t>
                  </w:r>
                </w:p>
                <w:p w:rsidR="00532A80" w:rsidRPr="00C52CC9" w:rsidRDefault="00532A80" w:rsidP="007903A7">
                  <w:pPr>
                    <w:jc w:val="center"/>
                    <w:rPr>
                      <w:rFonts w:ascii="Arial" w:hAnsi="Arial" w:cs="Arial"/>
                      <w:b/>
                      <w:bCs/>
                      <w:sz w:val="16"/>
                      <w:szCs w:val="16"/>
                      <w:rtl/>
                    </w:rPr>
                  </w:pPr>
                  <w:r w:rsidRPr="00C52CC9">
                    <w:rPr>
                      <w:rFonts w:ascii="Arial" w:hAnsi="Arial" w:cs="Arial"/>
                      <w:b/>
                      <w:bCs/>
                      <w:sz w:val="16"/>
                      <w:szCs w:val="16"/>
                      <w:rtl/>
                    </w:rPr>
                    <w:t>{ وَالْعَصْر } هُوَ قَسَم أَقْسَمَ رَبّنَا تَعَالَى ذِكْره بِالدَّهْرِ , فَقَالَ : الْعَصْر : هُوَ الدَّهْر.</w:t>
                  </w:r>
                </w:p>
                <w:p w:rsidR="00532A80" w:rsidRPr="00C52CC9" w:rsidRDefault="00532A80" w:rsidP="007903A7">
                  <w:pPr>
                    <w:jc w:val="center"/>
                    <w:rPr>
                      <w:rFonts w:ascii="Arial" w:hAnsi="Arial" w:cs="Arial"/>
                      <w:b/>
                      <w:bCs/>
                      <w:sz w:val="16"/>
                      <w:szCs w:val="16"/>
                      <w:rtl/>
                    </w:rPr>
                  </w:pPr>
                  <w:r w:rsidRPr="00C52CC9">
                    <w:rPr>
                      <w:rFonts w:ascii="Arial" w:hAnsi="Arial" w:cs="Arial"/>
                      <w:b/>
                      <w:bCs/>
                      <w:sz w:val="16"/>
                      <w:szCs w:val="16"/>
                      <w:rtl/>
                    </w:rPr>
                    <w:t>{ إِنَّ الْإِنْسَان لَفِي خُسْر } إِنَّ اِبْن آدَم لَفِي هَلَكَة وَنُقْصَان. وَكَانَ عَلِيّ رَضِيَ اللَّه عَنْهُ يَقْرَأ ذَلِكَ : وَإِنَّ الْإِنْسَان لَفِي خُسْر , وَإِنَّهُ فِيهِ إِلَى آخِر الدَّهْر .</w:t>
                  </w:r>
                </w:p>
                <w:p w:rsidR="00532A80" w:rsidRPr="00C52CC9" w:rsidRDefault="00532A80" w:rsidP="007903A7">
                  <w:pPr>
                    <w:jc w:val="center"/>
                    <w:rPr>
                      <w:rFonts w:ascii="Arial" w:hAnsi="Arial" w:cs="Arial"/>
                      <w:b/>
                      <w:bCs/>
                      <w:sz w:val="16"/>
                      <w:szCs w:val="16"/>
                      <w:rtl/>
                    </w:rPr>
                  </w:pPr>
                  <w:r w:rsidRPr="00C52CC9">
                    <w:rPr>
                      <w:rFonts w:ascii="Arial" w:hAnsi="Arial" w:cs="Arial"/>
                      <w:b/>
                      <w:bCs/>
                      <w:sz w:val="16"/>
                      <w:szCs w:val="16"/>
                      <w:rtl/>
                    </w:rPr>
                    <w:t>{إِلَّا الَّذِينَ آمَنُوا وَعَمِلُوا الصَّالِحَات } يَقُول : إِلَّا الَّذِينَ صَدَقُوا اللَّه وَوَحَّدُوهُ , وَعَمِلُوا الصَّالِحَات</w:t>
                  </w:r>
                </w:p>
                <w:p w:rsidR="00532A80" w:rsidRPr="00C52CC9" w:rsidRDefault="00532A80" w:rsidP="007903A7">
                  <w:pPr>
                    <w:jc w:val="center"/>
                    <w:rPr>
                      <w:rFonts w:ascii="Arial" w:hAnsi="Arial" w:cs="Arial"/>
                      <w:b/>
                      <w:bCs/>
                      <w:sz w:val="16"/>
                      <w:szCs w:val="16"/>
                      <w:rtl/>
                    </w:rPr>
                  </w:pPr>
                  <w:r w:rsidRPr="00C52CC9">
                    <w:rPr>
                      <w:rFonts w:ascii="Arial" w:hAnsi="Arial" w:cs="Arial"/>
                      <w:b/>
                      <w:bCs/>
                      <w:sz w:val="16"/>
                      <w:szCs w:val="16"/>
                      <w:rtl/>
                    </w:rPr>
                    <w:t xml:space="preserve">{ وَتَوَاصَوْا بِالْحَقِّ } وَأَوْصَى بَعْضهمْ بَعْضًا بِلُزُومِ الْعَمَل بِمَا أَنْزَلَ اللَّه فِي كِتَابه </w:t>
                  </w:r>
                </w:p>
                <w:p w:rsidR="00532A80" w:rsidRPr="00C52CC9" w:rsidRDefault="00532A80" w:rsidP="00D80A38">
                  <w:pPr>
                    <w:jc w:val="center"/>
                    <w:rPr>
                      <w:rFonts w:ascii="Arial" w:hAnsi="Arial" w:cs="Arial"/>
                      <w:b/>
                      <w:bCs/>
                      <w:sz w:val="16"/>
                      <w:szCs w:val="16"/>
                    </w:rPr>
                  </w:pPr>
                  <w:r w:rsidRPr="00C52CC9">
                    <w:rPr>
                      <w:rFonts w:ascii="Arial" w:hAnsi="Arial" w:cs="Arial"/>
                      <w:b/>
                      <w:bCs/>
                      <w:sz w:val="16"/>
                      <w:szCs w:val="16"/>
                      <w:rtl/>
                    </w:rPr>
                    <w:t>{ وَتَوَاصَوْا بِالصَّبْرِ } وَأَوْصَى بَعْضهمْ بَعْضًا بِالصَّبْرِ عَلَى الْعَمَل بِطَاعَةِ اللَّه.     تفسير الطبري</w:t>
                  </w:r>
                </w:p>
                <w:p w:rsidR="00532A80" w:rsidRPr="00FE4683" w:rsidRDefault="00532A80" w:rsidP="007903A7">
                  <w:pPr>
                    <w:rPr>
                      <w:b/>
                      <w:bCs/>
                      <w:sz w:val="2"/>
                      <w:szCs w:val="2"/>
                    </w:rPr>
                  </w:pPr>
                </w:p>
              </w:txbxContent>
            </v:textbox>
            <w10:wrap anchorx="page"/>
          </v:roundrect>
        </w:pict>
      </w:r>
      <w:r>
        <w:rPr>
          <w:noProof/>
        </w:rPr>
        <w:pict>
          <v:roundrect id="_x0000_s1030" style="position:absolute;left:0;text-align:left;margin-left:48.65pt;margin-top:5.85pt;width:236pt;height:103pt;z-index:251656192" arcsize="10923f" fillcolor="#b8cce4" stroked="f" strokeweight="0">
            <v:fill color2="fill lighten(51)" rotate="t" focusposition=".5,.5" focussize="" method="linear sigma" focus="100%" type="gradientRadial"/>
            <v:shadow on="t" type="perspective" color="#243f60" offset="1pt" offset2="-3pt"/>
            <v:textbox style="mso-next-textbox:#_x0000_s1030">
              <w:txbxContent>
                <w:p w:rsidR="00532A80" w:rsidRPr="00C52CC9" w:rsidRDefault="00532A80" w:rsidP="002F0397">
                  <w:pPr>
                    <w:jc w:val="center"/>
                    <w:rPr>
                      <w:rFonts w:ascii="Arial" w:hAnsi="Arial" w:cs="Arial"/>
                      <w:b/>
                      <w:bCs/>
                      <w:color w:val="E36C0A"/>
                      <w:sz w:val="20"/>
                      <w:szCs w:val="20"/>
                      <w:rtl/>
                    </w:rPr>
                  </w:pPr>
                  <w:r w:rsidRPr="00C52CC9">
                    <w:rPr>
                      <w:rFonts w:ascii="Arial" w:hAnsi="Arial" w:cs="Arial"/>
                      <w:b/>
                      <w:bCs/>
                      <w:color w:val="E36C0A"/>
                      <w:sz w:val="20"/>
                      <w:szCs w:val="20"/>
                      <w:rtl/>
                    </w:rPr>
                    <w:t xml:space="preserve">حديث شريف </w:t>
                  </w:r>
                </w:p>
                <w:p w:rsidR="00532A80" w:rsidRPr="00C52CC9" w:rsidRDefault="00532A80" w:rsidP="002F0397">
                  <w:pPr>
                    <w:jc w:val="center"/>
                    <w:rPr>
                      <w:rFonts w:ascii="Arial" w:hAnsi="Arial" w:cs="Arial"/>
                      <w:b/>
                      <w:bCs/>
                      <w:sz w:val="16"/>
                      <w:szCs w:val="16"/>
                      <w:rtl/>
                    </w:rPr>
                  </w:pPr>
                  <w:r w:rsidRPr="00C52CC9">
                    <w:rPr>
                      <w:rFonts w:ascii="Arial" w:hAnsi="Arial" w:cs="Arial"/>
                      <w:b/>
                      <w:bCs/>
                      <w:sz w:val="16"/>
                      <w:szCs w:val="16"/>
                      <w:rtl/>
                    </w:rPr>
                    <w:t xml:space="preserve">قال رسول الله صلى الله عليه وسلم : ( يا عبد الله بن قيس! ألا أدلُّك على كنز من كنوز الجنّة ؟) </w:t>
                  </w:r>
                </w:p>
                <w:p w:rsidR="00532A80" w:rsidRPr="00C52CC9" w:rsidRDefault="00532A80" w:rsidP="002F0397">
                  <w:pPr>
                    <w:jc w:val="center"/>
                    <w:rPr>
                      <w:rFonts w:ascii="Arial" w:hAnsi="Arial" w:cs="Arial"/>
                      <w:b/>
                      <w:bCs/>
                      <w:sz w:val="16"/>
                      <w:szCs w:val="16"/>
                      <w:rtl/>
                    </w:rPr>
                  </w:pPr>
                  <w:r w:rsidRPr="00C52CC9">
                    <w:rPr>
                      <w:rFonts w:ascii="Arial" w:hAnsi="Arial" w:cs="Arial"/>
                      <w:b/>
                      <w:bCs/>
                      <w:sz w:val="16"/>
                      <w:szCs w:val="16"/>
                      <w:rtl/>
                    </w:rPr>
                    <w:t>فقلت: بلى يا رسول الله! قال: ( قل: لا حول ولا قوّة إلاّ بالله)متفق عليه.</w:t>
                  </w:r>
                </w:p>
                <w:p w:rsidR="00532A80" w:rsidRPr="00C52CC9" w:rsidRDefault="00532A80" w:rsidP="002F0397">
                  <w:pPr>
                    <w:jc w:val="center"/>
                    <w:rPr>
                      <w:rFonts w:ascii="Arial" w:hAnsi="Arial" w:cs="Arial"/>
                      <w:b/>
                      <w:bCs/>
                      <w:sz w:val="16"/>
                      <w:szCs w:val="16"/>
                      <w:rtl/>
                    </w:rPr>
                  </w:pPr>
                  <w:r w:rsidRPr="00C52CC9">
                    <w:rPr>
                      <w:rFonts w:ascii="Arial" w:hAnsi="Arial" w:cs="Arial"/>
                      <w:b/>
                      <w:bCs/>
                      <w:sz w:val="16"/>
                      <w:szCs w:val="16"/>
                      <w:rtl/>
                    </w:rPr>
                    <w:t>وقال ابن رجب رحمه الله :(( فإنّ المعنى : لا تحوّل للعبد من حال إلى حال</w:t>
                  </w:r>
                </w:p>
                <w:p w:rsidR="00532A80" w:rsidRPr="00C52CC9" w:rsidRDefault="00532A80" w:rsidP="002F0397">
                  <w:pPr>
                    <w:jc w:val="center"/>
                    <w:rPr>
                      <w:rFonts w:ascii="Arial" w:hAnsi="Arial" w:cs="Arial"/>
                      <w:b/>
                      <w:bCs/>
                      <w:sz w:val="16"/>
                      <w:szCs w:val="16"/>
                      <w:rtl/>
                    </w:rPr>
                  </w:pPr>
                  <w:r w:rsidRPr="00C52CC9">
                    <w:rPr>
                      <w:rFonts w:ascii="Arial" w:hAnsi="Arial" w:cs="Arial"/>
                      <w:b/>
                      <w:bCs/>
                      <w:sz w:val="16"/>
                      <w:szCs w:val="16"/>
                      <w:rtl/>
                    </w:rPr>
                    <w:t xml:space="preserve"> ، ولا قوة له على ذلك إلاّ بالله ، وهذه كلمة عظيمة وهي كنز من كنوز الجنّة )) .</w:t>
                  </w:r>
                </w:p>
                <w:p w:rsidR="00532A80" w:rsidRPr="00C52CC9" w:rsidRDefault="00532A80" w:rsidP="002F0397">
                  <w:pPr>
                    <w:jc w:val="center"/>
                    <w:rPr>
                      <w:rFonts w:ascii="Arial" w:hAnsi="Arial" w:cs="Arial"/>
                      <w:b/>
                      <w:bCs/>
                      <w:sz w:val="16"/>
                      <w:szCs w:val="16"/>
                      <w:rtl/>
                    </w:rPr>
                  </w:pPr>
                  <w:r w:rsidRPr="00C52CC9">
                    <w:rPr>
                      <w:rFonts w:ascii="Arial" w:hAnsi="Arial" w:cs="Arial"/>
                      <w:b/>
                      <w:bCs/>
                      <w:sz w:val="16"/>
                      <w:szCs w:val="16"/>
                      <w:rtl/>
                    </w:rPr>
                    <w:t xml:space="preserve">وقال شيخ الإسلام رحمه الله :(( هذه الكلمة بها تحمل الأثقال، وتكابد الأهوال، </w:t>
                  </w:r>
                </w:p>
                <w:p w:rsidR="00532A80" w:rsidRPr="00C52CC9" w:rsidRDefault="00532A80" w:rsidP="002F0397">
                  <w:pPr>
                    <w:jc w:val="center"/>
                    <w:rPr>
                      <w:rFonts w:ascii="Arial" w:hAnsi="Arial" w:cs="Arial"/>
                      <w:b/>
                      <w:bCs/>
                      <w:sz w:val="16"/>
                      <w:szCs w:val="16"/>
                      <w:rtl/>
                    </w:rPr>
                  </w:pPr>
                  <w:r w:rsidRPr="00C52CC9">
                    <w:rPr>
                      <w:rFonts w:ascii="Arial" w:hAnsi="Arial" w:cs="Arial"/>
                      <w:b/>
                      <w:bCs/>
                      <w:sz w:val="16"/>
                      <w:szCs w:val="16"/>
                      <w:rtl/>
                    </w:rPr>
                    <w:t>وينال رفيع الأحوال)) .</w:t>
                  </w:r>
                </w:p>
                <w:p w:rsidR="00532A80" w:rsidRPr="00CE2925" w:rsidRDefault="00532A80" w:rsidP="002F0397">
                  <w:pPr>
                    <w:jc w:val="center"/>
                    <w:rPr>
                      <w:rFonts w:cs="Traditional Arabic"/>
                      <w:sz w:val="16"/>
                      <w:szCs w:val="18"/>
                    </w:rPr>
                  </w:pPr>
                </w:p>
              </w:txbxContent>
            </v:textbox>
            <w10:wrap anchorx="page"/>
          </v:roundrect>
        </w:pict>
      </w:r>
    </w:p>
    <w:p w:rsidR="00532A80" w:rsidRDefault="00532A80">
      <w:pPr>
        <w:rPr>
          <w:rtl/>
        </w:rPr>
      </w:pPr>
      <w:r>
        <w:rPr>
          <w:noProof/>
        </w:rPr>
        <w:pict>
          <v:shape id="_x0000_s1031" type="#_x0000_t75" alt="BERT7" style="position:absolute;left:0;text-align:left;margin-left:410.4pt;margin-top:99.3pt;width:177.75pt;height:146.25pt;z-index:251662336;visibility:visible">
            <v:imagedata r:id="rId7" o:title=""/>
          </v:shape>
        </w:pict>
      </w:r>
      <w:r>
        <w:rPr>
          <w:noProof/>
        </w:rPr>
        <w:pict>
          <v:shape id="_x0000_s1032" type="#_x0000_t75" alt="BERT7" style="position:absolute;left:0;text-align:left;margin-left:589.65pt;margin-top:98.55pt;width:201.75pt;height:146.25pt;z-index:251658240;visibility:visible">
            <v:imagedata r:id="rId7" o:title=""/>
          </v:shape>
        </w:pict>
      </w:r>
      <w:r>
        <w:rPr>
          <w:noProof/>
        </w:rPr>
        <w:pict>
          <v:roundrect id="_x0000_s1033" style="position:absolute;left:0;text-align:left;margin-left:223.85pt;margin-top:414.3pt;width:380.2pt;height:73.05pt;z-index:251660288" arcsize="10923f" fillcolor="#d8d8d8" strokeweight="10pt">
            <v:fill rotate="t"/>
            <v:stroke linestyle="thinThin"/>
            <v:shadow color="#868686"/>
            <v:textbox style="mso-next-textbox:#_x0000_s1033">
              <w:txbxContent>
                <w:p w:rsidR="00532A80" w:rsidRPr="0049569E" w:rsidRDefault="00532A80" w:rsidP="0049569E">
                  <w:pPr>
                    <w:rPr>
                      <w:rFonts w:cs="PT Bold Heading"/>
                      <w:sz w:val="18"/>
                      <w:szCs w:val="18"/>
                      <w:rtl/>
                    </w:rPr>
                  </w:pPr>
                  <w:r w:rsidRPr="00CC7A17">
                    <w:rPr>
                      <w:rFonts w:cs="PT Bold Heading"/>
                      <w:sz w:val="18"/>
                      <w:szCs w:val="18"/>
                      <w:rtl/>
                    </w:rPr>
                    <w:t xml:space="preserve">مشرف النشاط الثقافي  </w:t>
                  </w:r>
                  <w:r>
                    <w:rPr>
                      <w:rFonts w:cs="PT Bold Heading"/>
                      <w:sz w:val="18"/>
                      <w:szCs w:val="18"/>
                      <w:rtl/>
                    </w:rPr>
                    <w:t xml:space="preserve">                                 </w:t>
                  </w:r>
                  <w:r w:rsidRPr="00CC7A17">
                    <w:rPr>
                      <w:rFonts w:cs="PT Bold Heading"/>
                      <w:sz w:val="18"/>
                      <w:szCs w:val="18"/>
                      <w:rtl/>
                    </w:rPr>
                    <w:t xml:space="preserve">  رائد النشاط   </w:t>
                  </w:r>
                  <w:r>
                    <w:rPr>
                      <w:rFonts w:cs="PT Bold Heading"/>
                      <w:sz w:val="18"/>
                      <w:szCs w:val="18"/>
                      <w:rtl/>
                    </w:rPr>
                    <w:t xml:space="preserve">                                           مدير المدرسة</w:t>
                  </w:r>
                </w:p>
                <w:p w:rsidR="00532A80" w:rsidRPr="00C52CC9" w:rsidRDefault="00532A80" w:rsidP="00CC7A17">
                  <w:pPr>
                    <w:jc w:val="center"/>
                    <w:rPr>
                      <w:rFonts w:ascii="Arial" w:hAnsi="Arial" w:cs="Arial"/>
                      <w:sz w:val="18"/>
                      <w:szCs w:val="18"/>
                    </w:rPr>
                  </w:pPr>
                </w:p>
              </w:txbxContent>
            </v:textbox>
            <w10:wrap anchorx="page"/>
          </v:roundrect>
        </w:pict>
      </w:r>
      <w:r>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4" type="#_x0000_t156" style="position:absolute;left:0;text-align:left;margin-left:301pt;margin-top:34.5pt;width:232.9pt;height:58.8pt;z-index:251648000" adj="0" fillcolor="#99f" stroked="f">
            <v:fill color2="fill darken(153)" rotate="t" focusposition=".5,.5" focussize="" method="linear sigma" focus="100%" type="gradientRadial"/>
            <v:shadow on="t" color="silver" opacity="52429f" offset="3pt,3pt"/>
            <v:textpath style="font-family:&quot;Traditional Arabic&quot;;font-size:24pt;v-text-kern:t" trim="t" fitpath="t" xscale="f" string="مجلة النشاط الثقافي"/>
            <w10:wrap type="topAndBottom"/>
          </v:shape>
        </w:pict>
      </w:r>
      <w:r w:rsidRPr="009A4CCB">
        <w:rPr>
          <w:rFonts w:cs="Akhbar MT"/>
          <w:b/>
          <w:bCs/>
          <w:i/>
          <w:iCs/>
          <w:caps/>
          <w:imprint/>
          <w:vanish/>
          <w:color w:val="000080"/>
          <w:sz w:val="32"/>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15pt;height:62.25pt" fillcolor="#369" stroked="f">
            <v:shadow on="t" color="#b2b2b2" opacity="52429f" offset="3pt"/>
            <v:textpath style="font-family:&quot;AGA Arabesque&quot;;v-text-kern:t" trim="t" fitpath="t" string=" "/>
          </v:shape>
        </w:pict>
      </w:r>
      <w:r>
        <w:rPr>
          <w:noProof/>
        </w:rPr>
        <w:pict>
          <v:rect id="_x0000_s1035" style="position:absolute;left:0;text-align:left;margin-left:77.4pt;margin-top:264.35pt;width:183.65pt;height:117.3pt;z-index:251665408;mso-position-horizontal-relative:text;mso-position-vertical-relative:text" filled="f" stroked="f">
            <v:textbox style="mso-next-textbox:#_x0000_s1035">
              <w:txbxContent>
                <w:p w:rsidR="00532A80" w:rsidRPr="00C52CC9" w:rsidRDefault="00532A80" w:rsidP="00243896">
                  <w:pPr>
                    <w:jc w:val="center"/>
                    <w:rPr>
                      <w:rFonts w:ascii="Arial" w:hAnsi="Arial" w:cs="Arial"/>
                      <w:b/>
                      <w:bCs/>
                      <w:color w:val="FF0000"/>
                      <w:sz w:val="28"/>
                      <w:szCs w:val="28"/>
                      <w:rtl/>
                    </w:rPr>
                  </w:pPr>
                  <w:r w:rsidRPr="00C52CC9">
                    <w:rPr>
                      <w:rFonts w:ascii="Arial" w:hAnsi="Arial" w:cs="Arial"/>
                      <w:b/>
                      <w:bCs/>
                      <w:color w:val="FF0000"/>
                      <w:sz w:val="28"/>
                      <w:szCs w:val="28"/>
                      <w:rtl/>
                    </w:rPr>
                    <w:t>حكم</w:t>
                  </w:r>
                </w:p>
                <w:p w:rsidR="00532A80" w:rsidRPr="00C52CC9" w:rsidRDefault="00532A80">
                  <w:pPr>
                    <w:rPr>
                      <w:rFonts w:ascii="Arial" w:hAnsi="Arial" w:cs="Arial"/>
                      <w:color w:val="365F91"/>
                      <w:sz w:val="22"/>
                      <w:szCs w:val="22"/>
                      <w:rtl/>
                    </w:rPr>
                  </w:pPr>
                  <w:r w:rsidRPr="00C52CC9">
                    <w:rPr>
                      <w:rFonts w:ascii="Arial" w:hAnsi="Arial" w:cs="Arial"/>
                      <w:b/>
                      <w:bCs/>
                      <w:color w:val="365F91"/>
                      <w:sz w:val="22"/>
                      <w:szCs w:val="22"/>
                      <w:rtl/>
                    </w:rPr>
                    <w:t>1ــ  كن مستمعا جيدا لتكن متحدثا لبقا</w:t>
                  </w:r>
                  <w:r w:rsidRPr="00C52CC9">
                    <w:rPr>
                      <w:rFonts w:ascii="Arial" w:hAnsi="Arial" w:cs="Arial"/>
                      <w:color w:val="365F91"/>
                      <w:sz w:val="22"/>
                      <w:szCs w:val="22"/>
                      <w:rtl/>
                    </w:rPr>
                    <w:t xml:space="preserve"> .</w:t>
                  </w:r>
                </w:p>
                <w:p w:rsidR="00532A80" w:rsidRPr="00C52CC9" w:rsidRDefault="00532A80">
                  <w:pPr>
                    <w:rPr>
                      <w:rFonts w:ascii="Arial" w:hAnsi="Arial" w:cs="Arial"/>
                      <w:color w:val="365F91"/>
                      <w:sz w:val="8"/>
                      <w:szCs w:val="8"/>
                      <w:rtl/>
                    </w:rPr>
                  </w:pPr>
                </w:p>
                <w:p w:rsidR="00532A80" w:rsidRPr="00C52CC9" w:rsidRDefault="00532A80">
                  <w:pPr>
                    <w:rPr>
                      <w:rFonts w:ascii="Arial" w:hAnsi="Arial" w:cs="Arial"/>
                      <w:color w:val="365F91"/>
                      <w:sz w:val="22"/>
                      <w:szCs w:val="22"/>
                      <w:rtl/>
                    </w:rPr>
                  </w:pPr>
                  <w:r w:rsidRPr="00C52CC9">
                    <w:rPr>
                      <w:rFonts w:ascii="Arial" w:hAnsi="Arial" w:cs="Arial"/>
                      <w:b/>
                      <w:bCs/>
                      <w:color w:val="365F91"/>
                      <w:sz w:val="22"/>
                      <w:szCs w:val="22"/>
                      <w:rtl/>
                    </w:rPr>
                    <w:t>2ــ العمر هو الشيء الوحيد الذي كلما زاد نقص</w:t>
                  </w:r>
                  <w:r w:rsidRPr="00C52CC9">
                    <w:rPr>
                      <w:rFonts w:ascii="Arial" w:hAnsi="Arial" w:cs="Arial"/>
                      <w:color w:val="365F91"/>
                      <w:sz w:val="22"/>
                      <w:szCs w:val="22"/>
                      <w:rtl/>
                    </w:rPr>
                    <w:t xml:space="preserve"> </w:t>
                  </w:r>
                </w:p>
                <w:p w:rsidR="00532A80" w:rsidRPr="00C52CC9" w:rsidRDefault="00532A80">
                  <w:pPr>
                    <w:rPr>
                      <w:rFonts w:ascii="Arial" w:hAnsi="Arial" w:cs="Arial"/>
                      <w:color w:val="365F91"/>
                      <w:sz w:val="8"/>
                      <w:szCs w:val="8"/>
                      <w:rtl/>
                    </w:rPr>
                  </w:pPr>
                </w:p>
                <w:p w:rsidR="00532A80" w:rsidRPr="00C52CC9" w:rsidRDefault="00532A80">
                  <w:pPr>
                    <w:rPr>
                      <w:rFonts w:ascii="Arial" w:hAnsi="Arial" w:cs="Arial"/>
                      <w:b/>
                      <w:bCs/>
                      <w:color w:val="365F91"/>
                      <w:sz w:val="22"/>
                      <w:szCs w:val="22"/>
                      <w:rtl/>
                    </w:rPr>
                  </w:pPr>
                  <w:r w:rsidRPr="00C52CC9">
                    <w:rPr>
                      <w:rFonts w:ascii="Arial" w:hAnsi="Arial" w:cs="Arial"/>
                      <w:b/>
                      <w:bCs/>
                      <w:color w:val="365F91"/>
                      <w:sz w:val="22"/>
                      <w:szCs w:val="22"/>
                      <w:rtl/>
                    </w:rPr>
                    <w:t>3ــ الابتسامة كلمة طيبة بغير حروف .</w:t>
                  </w:r>
                </w:p>
                <w:p w:rsidR="00532A80" w:rsidRPr="00C52CC9" w:rsidRDefault="00532A80">
                  <w:pPr>
                    <w:rPr>
                      <w:rFonts w:ascii="Arial" w:hAnsi="Arial" w:cs="Arial"/>
                      <w:b/>
                      <w:bCs/>
                      <w:color w:val="365F91"/>
                      <w:sz w:val="8"/>
                      <w:szCs w:val="8"/>
                      <w:rtl/>
                    </w:rPr>
                  </w:pPr>
                </w:p>
                <w:p w:rsidR="00532A80" w:rsidRPr="00C52CC9" w:rsidRDefault="00532A80">
                  <w:pPr>
                    <w:rPr>
                      <w:rFonts w:ascii="Arial" w:hAnsi="Arial" w:cs="Arial"/>
                      <w:b/>
                      <w:bCs/>
                      <w:color w:val="365F91"/>
                      <w:sz w:val="22"/>
                      <w:szCs w:val="22"/>
                      <w:rtl/>
                    </w:rPr>
                  </w:pPr>
                  <w:r w:rsidRPr="00C52CC9">
                    <w:rPr>
                      <w:rFonts w:ascii="Arial" w:hAnsi="Arial" w:cs="Arial"/>
                      <w:b/>
                      <w:bCs/>
                      <w:color w:val="365F91"/>
                      <w:sz w:val="22"/>
                      <w:szCs w:val="22"/>
                      <w:rtl/>
                    </w:rPr>
                    <w:t>4ــ ترجو النجاة ولم تسلك مسالكها</w:t>
                  </w:r>
                </w:p>
                <w:p w:rsidR="00532A80" w:rsidRPr="00C52CC9" w:rsidRDefault="00532A80">
                  <w:pPr>
                    <w:rPr>
                      <w:rFonts w:ascii="Arial" w:hAnsi="Arial" w:cs="Arial"/>
                      <w:color w:val="365F91"/>
                      <w:sz w:val="22"/>
                      <w:szCs w:val="22"/>
                    </w:rPr>
                  </w:pPr>
                  <w:r w:rsidRPr="00C52CC9">
                    <w:rPr>
                      <w:rFonts w:ascii="Arial" w:hAnsi="Arial" w:cs="Arial"/>
                      <w:b/>
                      <w:bCs/>
                      <w:color w:val="365F91"/>
                      <w:sz w:val="22"/>
                      <w:szCs w:val="22"/>
                      <w:rtl/>
                    </w:rPr>
                    <w:t xml:space="preserve">                  إن السفينة لا تجري على اليبس</w:t>
                  </w:r>
                </w:p>
              </w:txbxContent>
            </v:textbox>
            <w10:wrap anchorx="page"/>
          </v:rect>
        </w:pict>
      </w:r>
      <w:r>
        <w:rPr>
          <w:noProof/>
        </w:rPr>
        <w:pict>
          <v:rect id="_x0000_s1036" style="position:absolute;left:0;text-align:left;margin-left:414.75pt;margin-top:108.25pt;width:170.7pt;height:127pt;z-index:251661312;mso-position-horizontal-relative:text;mso-position-vertical-relative:text" filled="f" stroked="f">
            <v:textbox style="mso-next-textbox:#_x0000_s1036">
              <w:txbxContent>
                <w:p w:rsidR="00532A80" w:rsidRPr="00D80A38" w:rsidRDefault="00532A80" w:rsidP="00B956CB">
                  <w:pPr>
                    <w:jc w:val="center"/>
                    <w:rPr>
                      <w:b/>
                      <w:bCs/>
                      <w:color w:val="FF6600"/>
                      <w:sz w:val="16"/>
                      <w:szCs w:val="16"/>
                      <w:rtl/>
                    </w:rPr>
                  </w:pPr>
                  <w:r w:rsidRPr="00D80A38">
                    <w:rPr>
                      <w:b/>
                      <w:bCs/>
                      <w:color w:val="FF6600"/>
                      <w:sz w:val="16"/>
                      <w:szCs w:val="16"/>
                      <w:rtl/>
                    </w:rPr>
                    <w:t>وصفة لصلاح قلبك</w:t>
                  </w:r>
                </w:p>
                <w:p w:rsidR="00532A80" w:rsidRPr="00D80A38" w:rsidRDefault="00532A80" w:rsidP="00B956CB">
                  <w:pPr>
                    <w:spacing w:line="360" w:lineRule="auto"/>
                    <w:rPr>
                      <w:b/>
                      <w:bCs/>
                      <w:sz w:val="14"/>
                      <w:szCs w:val="14"/>
                      <w:rtl/>
                    </w:rPr>
                  </w:pPr>
                  <w:r w:rsidRPr="00D80A38">
                    <w:rPr>
                      <w:b/>
                      <w:bCs/>
                      <w:sz w:val="14"/>
                      <w:szCs w:val="14"/>
                      <w:rtl/>
                    </w:rPr>
                    <w:t xml:space="preserve">العلاج كما يلي بعد توفيق الله : </w:t>
                  </w:r>
                </w:p>
                <w:p w:rsidR="00532A80" w:rsidRPr="00D80A38" w:rsidRDefault="00532A80" w:rsidP="00B956CB">
                  <w:pPr>
                    <w:numPr>
                      <w:ilvl w:val="0"/>
                      <w:numId w:val="1"/>
                    </w:numPr>
                    <w:spacing w:line="360" w:lineRule="auto"/>
                    <w:rPr>
                      <w:b/>
                      <w:bCs/>
                      <w:sz w:val="14"/>
                      <w:szCs w:val="14"/>
                      <w:rtl/>
                    </w:rPr>
                  </w:pPr>
                  <w:r w:rsidRPr="00D80A38">
                    <w:rPr>
                      <w:b/>
                      <w:bCs/>
                      <w:sz w:val="14"/>
                      <w:szCs w:val="14"/>
                      <w:rtl/>
                    </w:rPr>
                    <w:t xml:space="preserve">قراءة القرآن بتدبر وتفكر . </w:t>
                  </w:r>
                </w:p>
                <w:p w:rsidR="00532A80" w:rsidRPr="00D80A38" w:rsidRDefault="00532A80" w:rsidP="00B956CB">
                  <w:pPr>
                    <w:numPr>
                      <w:ilvl w:val="0"/>
                      <w:numId w:val="1"/>
                    </w:numPr>
                    <w:spacing w:line="360" w:lineRule="auto"/>
                    <w:rPr>
                      <w:b/>
                      <w:bCs/>
                      <w:sz w:val="14"/>
                      <w:szCs w:val="14"/>
                    </w:rPr>
                  </w:pPr>
                  <w:r w:rsidRPr="00D80A38">
                    <w:rPr>
                      <w:b/>
                      <w:bCs/>
                      <w:sz w:val="14"/>
                      <w:szCs w:val="14"/>
                      <w:rtl/>
                    </w:rPr>
                    <w:t xml:space="preserve">قيام الليل – ولو بركعتين . </w:t>
                  </w:r>
                </w:p>
                <w:p w:rsidR="00532A80" w:rsidRPr="00D80A38" w:rsidRDefault="00532A80" w:rsidP="00B956CB">
                  <w:pPr>
                    <w:numPr>
                      <w:ilvl w:val="0"/>
                      <w:numId w:val="1"/>
                    </w:numPr>
                    <w:spacing w:line="360" w:lineRule="auto"/>
                    <w:rPr>
                      <w:b/>
                      <w:bCs/>
                      <w:sz w:val="14"/>
                      <w:szCs w:val="14"/>
                    </w:rPr>
                  </w:pPr>
                  <w:r w:rsidRPr="00D80A38">
                    <w:rPr>
                      <w:b/>
                      <w:bCs/>
                      <w:sz w:val="14"/>
                      <w:szCs w:val="14"/>
                      <w:rtl/>
                    </w:rPr>
                    <w:t xml:space="preserve">عدم الإسراف في الأكل . </w:t>
                  </w:r>
                </w:p>
                <w:p w:rsidR="00532A80" w:rsidRPr="00D80A38" w:rsidRDefault="00532A80" w:rsidP="00B956CB">
                  <w:pPr>
                    <w:numPr>
                      <w:ilvl w:val="0"/>
                      <w:numId w:val="1"/>
                    </w:numPr>
                    <w:spacing w:line="360" w:lineRule="auto"/>
                    <w:rPr>
                      <w:b/>
                      <w:bCs/>
                      <w:sz w:val="14"/>
                      <w:szCs w:val="14"/>
                    </w:rPr>
                  </w:pPr>
                  <w:r w:rsidRPr="00D80A38">
                    <w:rPr>
                      <w:b/>
                      <w:bCs/>
                      <w:sz w:val="14"/>
                      <w:szCs w:val="14"/>
                      <w:rtl/>
                    </w:rPr>
                    <w:t>التضرع عن السحر .</w:t>
                  </w:r>
                </w:p>
                <w:p w:rsidR="00532A80" w:rsidRPr="00D80A38" w:rsidRDefault="00532A80" w:rsidP="00B956CB">
                  <w:pPr>
                    <w:numPr>
                      <w:ilvl w:val="0"/>
                      <w:numId w:val="1"/>
                    </w:numPr>
                    <w:spacing w:line="360" w:lineRule="auto"/>
                    <w:rPr>
                      <w:b/>
                      <w:bCs/>
                      <w:sz w:val="14"/>
                      <w:szCs w:val="14"/>
                    </w:rPr>
                  </w:pPr>
                  <w:r w:rsidRPr="00D80A38">
                    <w:rPr>
                      <w:b/>
                      <w:bCs/>
                      <w:sz w:val="14"/>
                      <w:szCs w:val="14"/>
                      <w:rtl/>
                    </w:rPr>
                    <w:t xml:space="preserve">مجالسة الصالحين . </w:t>
                  </w:r>
                </w:p>
                <w:p w:rsidR="00532A80" w:rsidRPr="00D80A38" w:rsidRDefault="00532A80" w:rsidP="00B956CB">
                  <w:pPr>
                    <w:numPr>
                      <w:ilvl w:val="0"/>
                      <w:numId w:val="1"/>
                    </w:numPr>
                    <w:spacing w:line="360" w:lineRule="auto"/>
                    <w:rPr>
                      <w:b/>
                      <w:bCs/>
                      <w:sz w:val="14"/>
                      <w:szCs w:val="14"/>
                    </w:rPr>
                  </w:pPr>
                  <w:r w:rsidRPr="00D80A38">
                    <w:rPr>
                      <w:b/>
                      <w:bCs/>
                      <w:sz w:val="14"/>
                      <w:szCs w:val="14"/>
                      <w:rtl/>
                    </w:rPr>
                    <w:t xml:space="preserve">الصمت عما لا يعني . </w:t>
                  </w:r>
                </w:p>
                <w:p w:rsidR="00532A80" w:rsidRPr="00D80A38" w:rsidRDefault="00532A80" w:rsidP="00B956CB">
                  <w:pPr>
                    <w:numPr>
                      <w:ilvl w:val="0"/>
                      <w:numId w:val="1"/>
                    </w:numPr>
                    <w:spacing w:line="360" w:lineRule="auto"/>
                    <w:rPr>
                      <w:b/>
                      <w:bCs/>
                      <w:sz w:val="14"/>
                      <w:szCs w:val="14"/>
                    </w:rPr>
                  </w:pPr>
                  <w:r w:rsidRPr="00D80A38">
                    <w:rPr>
                      <w:b/>
                      <w:bCs/>
                      <w:sz w:val="14"/>
                      <w:szCs w:val="14"/>
                      <w:rtl/>
                    </w:rPr>
                    <w:t xml:space="preserve">أكل الحلال . </w:t>
                  </w:r>
                </w:p>
                <w:p w:rsidR="00532A80" w:rsidRPr="00D80A38" w:rsidRDefault="00532A80" w:rsidP="00B956CB">
                  <w:pPr>
                    <w:spacing w:line="360" w:lineRule="auto"/>
                    <w:rPr>
                      <w:b/>
                      <w:bCs/>
                      <w:sz w:val="14"/>
                      <w:szCs w:val="14"/>
                      <w:rtl/>
                    </w:rPr>
                  </w:pPr>
                  <w:r w:rsidRPr="00D80A38">
                    <w:rPr>
                      <w:b/>
                      <w:bCs/>
                      <w:sz w:val="14"/>
                      <w:szCs w:val="14"/>
                      <w:rtl/>
                    </w:rPr>
                    <w:t>أخي .. جرب هذه الوصفة من الآن فالتجربة خير برهان !!!</w:t>
                  </w:r>
                </w:p>
                <w:p w:rsidR="00532A80" w:rsidRPr="00C52CC9" w:rsidRDefault="00532A80">
                  <w:pPr>
                    <w:rPr>
                      <w:rFonts w:ascii="Arial" w:hAnsi="Arial" w:cs="Arial"/>
                      <w:sz w:val="14"/>
                      <w:szCs w:val="14"/>
                    </w:rPr>
                  </w:pPr>
                </w:p>
              </w:txbxContent>
            </v:textbox>
            <w10:wrap anchorx="page"/>
          </v:rect>
        </w:pict>
      </w:r>
      <w:r>
        <w:rPr>
          <w:noProof/>
        </w:rPr>
        <w:pict>
          <v:rect id="_x0000_s1037" style="position:absolute;left:0;text-align:left;margin-left:231.8pt;margin-top:108.25pt;width:170.7pt;height:127pt;z-index:251664384;mso-position-horizontal-relative:text;mso-position-vertical-relative:text" filled="f" stroked="f">
            <v:textbox style="mso-next-textbox:#_x0000_s1037">
              <w:txbxContent>
                <w:p w:rsidR="00532A80" w:rsidRPr="002E2F5D" w:rsidRDefault="00532A80" w:rsidP="005A619F">
                  <w:pPr>
                    <w:rPr>
                      <w:rFonts w:cs="Simplified Arabic"/>
                      <w:b/>
                      <w:bCs/>
                      <w:color w:val="FF0000"/>
                      <w:sz w:val="20"/>
                      <w:szCs w:val="20"/>
                      <w:rtl/>
                    </w:rPr>
                  </w:pPr>
                  <w:r w:rsidRPr="002E2F5D">
                    <w:rPr>
                      <w:rFonts w:cs="Simplified Arabic"/>
                      <w:b/>
                      <w:bCs/>
                      <w:color w:val="FF0000"/>
                      <w:sz w:val="20"/>
                      <w:szCs w:val="20"/>
                      <w:rtl/>
                    </w:rPr>
                    <w:t xml:space="preserve">قال أحد الشعراء وقد ضاق ضرعا بالنحو : </w:t>
                  </w:r>
                </w:p>
                <w:p w:rsidR="00532A80" w:rsidRPr="005A619F" w:rsidRDefault="00532A80" w:rsidP="005A619F">
                  <w:pPr>
                    <w:rPr>
                      <w:rFonts w:cs="Simplified Arabic"/>
                      <w:b/>
                      <w:bCs/>
                      <w:color w:val="FF0000"/>
                      <w:sz w:val="12"/>
                      <w:szCs w:val="12"/>
                      <w:rtl/>
                    </w:rPr>
                  </w:pPr>
                </w:p>
                <w:p w:rsidR="00532A80" w:rsidRPr="005A619F" w:rsidRDefault="00532A80" w:rsidP="005A619F">
                  <w:pPr>
                    <w:jc w:val="center"/>
                    <w:rPr>
                      <w:rFonts w:cs="Simplified Arabic"/>
                      <w:b/>
                      <w:bCs/>
                      <w:color w:val="0000FF"/>
                      <w:sz w:val="18"/>
                      <w:szCs w:val="18"/>
                      <w:rtl/>
                    </w:rPr>
                  </w:pPr>
                  <w:r w:rsidRPr="005A619F">
                    <w:rPr>
                      <w:rFonts w:cs="Simplified Arabic"/>
                      <w:b/>
                      <w:bCs/>
                      <w:color w:val="0000FF"/>
                      <w:sz w:val="18"/>
                      <w:szCs w:val="18"/>
                      <w:rtl/>
                    </w:rPr>
                    <w:t>بـالله ما يهمنــي              إن قام زيد أو قعد</w:t>
                  </w:r>
                </w:p>
                <w:p w:rsidR="00532A80" w:rsidRPr="005A619F" w:rsidRDefault="00532A80" w:rsidP="005A619F">
                  <w:pPr>
                    <w:jc w:val="center"/>
                    <w:rPr>
                      <w:rFonts w:cs="Simplified Arabic"/>
                      <w:b/>
                      <w:bCs/>
                      <w:color w:val="0000FF"/>
                      <w:sz w:val="18"/>
                      <w:szCs w:val="18"/>
                      <w:rtl/>
                    </w:rPr>
                  </w:pPr>
                  <w:r w:rsidRPr="005A619F">
                    <w:rPr>
                      <w:rFonts w:cs="Simplified Arabic"/>
                      <w:b/>
                      <w:bCs/>
                      <w:color w:val="0000FF"/>
                      <w:sz w:val="18"/>
                      <w:szCs w:val="18"/>
                      <w:rtl/>
                    </w:rPr>
                    <w:t>أو إن ذهبت ماشيـاً             أو راكبا نحو البلد</w:t>
                  </w:r>
                </w:p>
                <w:p w:rsidR="00532A80" w:rsidRPr="005A619F" w:rsidRDefault="00532A80" w:rsidP="005A619F">
                  <w:pPr>
                    <w:jc w:val="center"/>
                    <w:rPr>
                      <w:rFonts w:cs="Simplified Arabic"/>
                      <w:b/>
                      <w:bCs/>
                      <w:color w:val="0000FF"/>
                      <w:sz w:val="18"/>
                      <w:szCs w:val="18"/>
                      <w:rtl/>
                    </w:rPr>
                  </w:pPr>
                  <w:r w:rsidRPr="005A619F">
                    <w:rPr>
                      <w:rFonts w:cs="Simplified Arabic"/>
                      <w:b/>
                      <w:bCs/>
                      <w:color w:val="0000FF"/>
                      <w:sz w:val="18"/>
                      <w:szCs w:val="18"/>
                      <w:rtl/>
                    </w:rPr>
                    <w:t>في النحو لا تقهرني             إلا تفاصيل العـدد</w:t>
                  </w:r>
                </w:p>
                <w:p w:rsidR="00532A80" w:rsidRPr="005A619F" w:rsidRDefault="00532A80" w:rsidP="005A619F">
                  <w:pPr>
                    <w:jc w:val="center"/>
                    <w:rPr>
                      <w:rFonts w:cs="Simplified Arabic"/>
                      <w:b/>
                      <w:bCs/>
                      <w:color w:val="0000FF"/>
                      <w:sz w:val="18"/>
                      <w:szCs w:val="18"/>
                      <w:rtl/>
                    </w:rPr>
                  </w:pPr>
                  <w:r w:rsidRPr="005A619F">
                    <w:rPr>
                      <w:rFonts w:cs="Simplified Arabic"/>
                      <w:b/>
                      <w:bCs/>
                      <w:color w:val="0000FF"/>
                      <w:sz w:val="18"/>
                      <w:szCs w:val="18"/>
                      <w:rtl/>
                    </w:rPr>
                    <w:t>وأفعل التفضيل كـم             شـذ فيــه وورد</w:t>
                  </w:r>
                </w:p>
                <w:p w:rsidR="00532A80" w:rsidRPr="005A619F" w:rsidRDefault="00532A80" w:rsidP="005A619F">
                  <w:pPr>
                    <w:jc w:val="center"/>
                    <w:rPr>
                      <w:rFonts w:cs="Simplified Arabic"/>
                      <w:b/>
                      <w:bCs/>
                      <w:color w:val="0000FF"/>
                      <w:sz w:val="18"/>
                      <w:szCs w:val="18"/>
                      <w:rtl/>
                    </w:rPr>
                  </w:pPr>
                  <w:r w:rsidRPr="005A619F">
                    <w:rPr>
                      <w:rFonts w:cs="Simplified Arabic"/>
                      <w:b/>
                      <w:bCs/>
                      <w:color w:val="0000FF"/>
                      <w:sz w:val="18"/>
                      <w:szCs w:val="18"/>
                      <w:rtl/>
                    </w:rPr>
                    <w:t>وغيـر هـذا عقـدٌ            تبـا لهاتيك العقـد</w:t>
                  </w:r>
                </w:p>
                <w:p w:rsidR="00532A80" w:rsidRPr="005A619F" w:rsidRDefault="00532A80" w:rsidP="005A619F">
                  <w:pPr>
                    <w:jc w:val="center"/>
                    <w:rPr>
                      <w:rFonts w:cs="Simplified Arabic"/>
                      <w:b/>
                      <w:bCs/>
                      <w:color w:val="0000FF"/>
                      <w:sz w:val="18"/>
                      <w:szCs w:val="18"/>
                      <w:rtl/>
                    </w:rPr>
                  </w:pPr>
                  <w:r w:rsidRPr="005A619F">
                    <w:rPr>
                      <w:rFonts w:cs="Simplified Arabic"/>
                      <w:b/>
                      <w:bCs/>
                      <w:color w:val="0000FF"/>
                      <w:sz w:val="18"/>
                      <w:szCs w:val="18"/>
                      <w:rtl/>
                    </w:rPr>
                    <w:t>مختومـة جميعهـا            بقـس عليه ما ورد</w:t>
                  </w:r>
                </w:p>
                <w:p w:rsidR="00532A80" w:rsidRPr="005A619F" w:rsidRDefault="00532A80" w:rsidP="005A619F">
                  <w:pPr>
                    <w:rPr>
                      <w:rFonts w:cs="Simplified Arabic"/>
                      <w:b/>
                      <w:bCs/>
                      <w:color w:val="0000FF"/>
                      <w:sz w:val="18"/>
                      <w:szCs w:val="18"/>
                      <w:rtl/>
                    </w:rPr>
                  </w:pPr>
                </w:p>
                <w:p w:rsidR="00532A80" w:rsidRPr="00C52CC9" w:rsidRDefault="00532A80" w:rsidP="005A619F">
                  <w:pPr>
                    <w:rPr>
                      <w:rFonts w:ascii="Arial" w:hAnsi="Arial" w:cs="Arial"/>
                      <w:sz w:val="4"/>
                      <w:szCs w:val="4"/>
                    </w:rPr>
                  </w:pPr>
                </w:p>
              </w:txbxContent>
            </v:textbox>
            <w10:wrap anchorx="page"/>
          </v:rect>
        </w:pict>
      </w:r>
      <w:r>
        <w:rPr>
          <w:noProof/>
        </w:rPr>
        <w:pict>
          <v:shape id="_x0000_s1038" type="#_x0000_t75" alt="BERT7" style="position:absolute;left:0;text-align:left;margin-left:231pt;margin-top:98.5pt;width:179.4pt;height:146.4pt;z-index:251663360;visibility:visible;mso-position-horizontal-relative:text;mso-position-vertical-relative:text">
            <v:imagedata r:id="rId7" o:title=""/>
          </v:shape>
        </w:pict>
      </w:r>
      <w:r>
        <w:rPr>
          <w:noProof/>
        </w:rPr>
        <w:pict>
          <v:shape id="صورة 28" o:spid="_x0000_s1039" type="#_x0000_t75" alt="BERT7" style="position:absolute;left:0;text-align:left;margin-left:34.4pt;margin-top:97.65pt;width:196.7pt;height:146.4pt;z-index:251650048;visibility:visible;mso-position-horizontal-relative:text;mso-position-vertical-relative:text">
            <v:imagedata r:id="rId7" o:title=""/>
          </v:shape>
        </w:pict>
      </w:r>
      <w:r>
        <w:rPr>
          <w:noProof/>
        </w:rPr>
        <w:pict>
          <v:rect id="_x0000_s1040" style="position:absolute;left:0;text-align:left;margin-left:38.45pt;margin-top:101.55pt;width:185.4pt;height:133.7pt;z-index:251657216;mso-position-horizontal-relative:text;mso-position-vertical-relative:text" filled="f" stroked="f">
            <v:textbox style="mso-next-textbox:#_x0000_s1040">
              <w:txbxContent>
                <w:p w:rsidR="00532A80" w:rsidRPr="00C52CC9" w:rsidRDefault="00532A80" w:rsidP="00CB7A93">
                  <w:pPr>
                    <w:jc w:val="center"/>
                    <w:rPr>
                      <w:rFonts w:ascii="Arial" w:hAnsi="Arial" w:cs="Arial"/>
                      <w:b/>
                      <w:bCs/>
                      <w:color w:val="948A54"/>
                      <w:sz w:val="20"/>
                      <w:szCs w:val="20"/>
                      <w:rtl/>
                    </w:rPr>
                  </w:pPr>
                  <w:r w:rsidRPr="00C52CC9">
                    <w:rPr>
                      <w:rFonts w:ascii="Arial" w:hAnsi="Arial" w:cs="Arial"/>
                      <w:b/>
                      <w:bCs/>
                      <w:color w:val="948A54"/>
                      <w:sz w:val="20"/>
                      <w:szCs w:val="20"/>
                      <w:rtl/>
                    </w:rPr>
                    <w:t>مامعنى ثقافة؟؟؟؟؟</w:t>
                  </w:r>
                </w:p>
                <w:p w:rsidR="00532A80" w:rsidRPr="00C52CC9" w:rsidRDefault="00532A80" w:rsidP="005A619F">
                  <w:pPr>
                    <w:rPr>
                      <w:rFonts w:ascii="Arial" w:hAnsi="Arial" w:cs="Arial"/>
                      <w:b/>
                      <w:bCs/>
                      <w:color w:val="000000"/>
                      <w:sz w:val="20"/>
                      <w:szCs w:val="20"/>
                      <w:rtl/>
                    </w:rPr>
                  </w:pPr>
                  <w:r w:rsidRPr="00C52CC9">
                    <w:rPr>
                      <w:rFonts w:ascii="Arial" w:hAnsi="Arial" w:cs="Arial"/>
                      <w:b/>
                      <w:bCs/>
                      <w:color w:val="000000"/>
                      <w:sz w:val="20"/>
                      <w:szCs w:val="20"/>
                      <w:rtl/>
                    </w:rPr>
                    <w:t>الثقافة هي روح الأمة وعنوان هويتها، وهي من الركائز الأساس في بناء الأمم وفي</w:t>
                  </w:r>
                  <w:r w:rsidRPr="00C52CC9">
                    <w:rPr>
                      <w:rFonts w:ascii="Arial" w:hAnsi="Arial" w:cs="Arial"/>
                      <w:b/>
                      <w:bCs/>
                      <w:color w:val="000000"/>
                      <w:sz w:val="20"/>
                      <w:szCs w:val="20"/>
                    </w:rPr>
                    <w:t xml:space="preserve"> </w:t>
                  </w:r>
                  <w:r w:rsidRPr="00C52CC9">
                    <w:rPr>
                      <w:rFonts w:ascii="Arial" w:hAnsi="Arial" w:cs="Arial"/>
                      <w:b/>
                      <w:bCs/>
                      <w:color w:val="000000"/>
                      <w:sz w:val="20"/>
                      <w:szCs w:val="20"/>
                      <w:rtl/>
                    </w:rPr>
                    <w:t>نهوضها، فلكل أمة ثقافةٌ تستمدّ منها عناصرها ومقوماتها وخصائصها،</w:t>
                  </w:r>
                  <w:r w:rsidRPr="00C52CC9">
                    <w:rPr>
                      <w:rFonts w:ascii="Arial" w:hAnsi="Arial" w:cs="Arial"/>
                      <w:b/>
                      <w:bCs/>
                      <w:color w:val="000000"/>
                      <w:sz w:val="20"/>
                      <w:szCs w:val="20"/>
                    </w:rPr>
                    <w:t xml:space="preserve"> </w:t>
                  </w:r>
                  <w:r w:rsidRPr="00C52CC9">
                    <w:rPr>
                      <w:rFonts w:ascii="Arial" w:hAnsi="Arial" w:cs="Arial"/>
                      <w:b/>
                      <w:bCs/>
                      <w:color w:val="000000"/>
                      <w:sz w:val="20"/>
                      <w:szCs w:val="20"/>
                      <w:rtl/>
                    </w:rPr>
                    <w:t>فتنسب إليها. وكل مجتمع له ثقافتُه التي يتسم بها</w:t>
                  </w:r>
                  <w:r w:rsidRPr="00C52CC9">
                    <w:rPr>
                      <w:rFonts w:ascii="Arial" w:hAnsi="Arial" w:cs="Arial"/>
                      <w:b/>
                      <w:bCs/>
                      <w:color w:val="000000"/>
                      <w:sz w:val="20"/>
                      <w:szCs w:val="20"/>
                    </w:rPr>
                    <w:br/>
                  </w:r>
                  <w:r w:rsidRPr="00C52CC9">
                    <w:rPr>
                      <w:rFonts w:ascii="Arial" w:hAnsi="Arial" w:cs="Arial"/>
                      <w:b/>
                      <w:bCs/>
                      <w:color w:val="000000"/>
                      <w:sz w:val="20"/>
                      <w:szCs w:val="20"/>
                      <w:rtl/>
                    </w:rPr>
                    <w:t>والثقافة كلمة عريقة في اللغة العربية أصلاً، فهي تعني صقل</w:t>
                  </w:r>
                  <w:r w:rsidRPr="00C52CC9">
                    <w:rPr>
                      <w:rFonts w:ascii="Arial" w:hAnsi="Arial" w:cs="Arial"/>
                      <w:b/>
                      <w:bCs/>
                      <w:color w:val="000000"/>
                      <w:sz w:val="20"/>
                      <w:szCs w:val="20"/>
                    </w:rPr>
                    <w:t xml:space="preserve"> </w:t>
                  </w:r>
                  <w:r w:rsidRPr="00C52CC9">
                    <w:rPr>
                      <w:rFonts w:ascii="Arial" w:hAnsi="Arial" w:cs="Arial"/>
                      <w:b/>
                      <w:bCs/>
                      <w:color w:val="000000"/>
                      <w:sz w:val="20"/>
                      <w:szCs w:val="20"/>
                      <w:rtl/>
                    </w:rPr>
                    <w:t>النفس والمنطق والفطانة،</w:t>
                  </w:r>
                </w:p>
                <w:p w:rsidR="00532A80" w:rsidRPr="00C52CC9" w:rsidRDefault="00532A80" w:rsidP="00FE4683">
                  <w:pPr>
                    <w:rPr>
                      <w:rFonts w:ascii="Arial" w:hAnsi="Arial" w:cs="Arial"/>
                      <w:sz w:val="20"/>
                      <w:szCs w:val="20"/>
                    </w:rPr>
                  </w:pPr>
                  <w:r w:rsidRPr="00C52CC9">
                    <w:rPr>
                      <w:rFonts w:ascii="Arial" w:hAnsi="Arial" w:cs="Arial"/>
                      <w:b/>
                      <w:bCs/>
                      <w:color w:val="000000"/>
                      <w:sz w:val="20"/>
                      <w:szCs w:val="20"/>
                      <w:rtl/>
                    </w:rPr>
                    <w:t xml:space="preserve"> وفي القاموس المحيط : ثقف ثقفاً وثقافة، صار حاذقاً خفيفاً</w:t>
                  </w:r>
                  <w:r w:rsidRPr="00C52CC9">
                    <w:rPr>
                      <w:rFonts w:ascii="Arial" w:hAnsi="Arial" w:cs="Arial"/>
                      <w:b/>
                      <w:bCs/>
                      <w:color w:val="000000"/>
                      <w:sz w:val="20"/>
                      <w:szCs w:val="20"/>
                    </w:rPr>
                    <w:t xml:space="preserve"> </w:t>
                  </w:r>
                  <w:r w:rsidRPr="00C52CC9">
                    <w:rPr>
                      <w:rFonts w:ascii="Arial" w:hAnsi="Arial" w:cs="Arial"/>
                      <w:b/>
                      <w:bCs/>
                      <w:color w:val="000000"/>
                      <w:sz w:val="20"/>
                      <w:szCs w:val="20"/>
                      <w:rtl/>
                    </w:rPr>
                    <w:t>فطناً، وثقَّفه تثقيفاً سوَّاه، وهي تعني تثقيف الرمح، أي تسويته وتقويمه</w:t>
                  </w:r>
                  <w:r w:rsidRPr="00C52CC9">
                    <w:rPr>
                      <w:rFonts w:ascii="Arial" w:hAnsi="Arial" w:cs="Arial"/>
                      <w:b/>
                      <w:bCs/>
                      <w:color w:val="000000"/>
                      <w:sz w:val="20"/>
                      <w:szCs w:val="20"/>
                    </w:rPr>
                    <w:t>.</w:t>
                  </w:r>
                </w:p>
              </w:txbxContent>
            </v:textbox>
            <w10:wrap anchorx="page"/>
          </v:rect>
        </w:pict>
      </w:r>
      <w:r>
        <w:rPr>
          <w:noProof/>
        </w:rPr>
        <w:pict>
          <v:rect id="_x0000_s1041" style="position:absolute;left:0;text-align:left;margin-left:602.4pt;margin-top:101.55pt;width:175.55pt;height:162.8pt;z-index:251655168;mso-position-horizontal-relative:text;mso-position-vertical-relative:text" filled="f" stroked="f">
            <v:textbox style="mso-next-textbox:#_x0000_s1041">
              <w:txbxContent>
                <w:p w:rsidR="00532A80" w:rsidRPr="00C52CC9" w:rsidRDefault="00532A80" w:rsidP="00F555A0">
                  <w:pPr>
                    <w:jc w:val="center"/>
                    <w:rPr>
                      <w:rFonts w:ascii="Arial" w:hAnsi="Arial" w:cs="Arial"/>
                      <w:b/>
                      <w:bCs/>
                      <w:sz w:val="10"/>
                      <w:szCs w:val="10"/>
                      <w:rtl/>
                    </w:rPr>
                  </w:pPr>
                </w:p>
                <w:p w:rsidR="00532A80" w:rsidRPr="00C52CC9" w:rsidRDefault="00532A80" w:rsidP="00F555A0">
                  <w:pPr>
                    <w:jc w:val="center"/>
                    <w:rPr>
                      <w:rFonts w:ascii="Arial" w:hAnsi="Arial" w:cs="Arial"/>
                      <w:b/>
                      <w:bCs/>
                      <w:color w:val="FF0000"/>
                      <w:rtl/>
                    </w:rPr>
                  </w:pPr>
                  <w:r w:rsidRPr="00C52CC9">
                    <w:rPr>
                      <w:rFonts w:ascii="Arial" w:hAnsi="Arial" w:cs="Arial"/>
                      <w:b/>
                      <w:bCs/>
                      <w:color w:val="FF0000"/>
                      <w:rtl/>
                    </w:rPr>
                    <w:t>اللغة العربية</w:t>
                  </w:r>
                </w:p>
                <w:p w:rsidR="00532A80" w:rsidRPr="00C52CC9" w:rsidRDefault="00532A80" w:rsidP="00F555A0">
                  <w:pPr>
                    <w:jc w:val="center"/>
                    <w:rPr>
                      <w:rFonts w:ascii="Arial" w:hAnsi="Arial" w:cs="Arial"/>
                      <w:b/>
                      <w:bCs/>
                      <w:color w:val="FF0000"/>
                      <w:sz w:val="18"/>
                      <w:szCs w:val="18"/>
                    </w:rPr>
                  </w:pPr>
                </w:p>
                <w:p w:rsidR="00532A80" w:rsidRPr="00C52CC9" w:rsidRDefault="00532A80" w:rsidP="00B956CB">
                  <w:pPr>
                    <w:bidi w:val="0"/>
                    <w:jc w:val="center"/>
                    <w:rPr>
                      <w:rFonts w:ascii="Arial" w:hAnsi="Arial" w:cs="Arial"/>
                      <w:b/>
                      <w:bCs/>
                      <w:sz w:val="6"/>
                      <w:szCs w:val="6"/>
                    </w:rPr>
                  </w:pPr>
                  <w:r w:rsidRPr="00C52CC9">
                    <w:rPr>
                      <w:rFonts w:ascii="Arial" w:hAnsi="Arial" w:cs="Arial"/>
                      <w:b/>
                      <w:bCs/>
                      <w:sz w:val="18"/>
                      <w:szCs w:val="18"/>
                      <w:rtl/>
                    </w:rPr>
                    <w:t xml:space="preserve">اللغة العربية هي أعرق اللغات السامية وأكثرها شيوعاً وانتشاراً وأهميةً بحيث أصبحت اللغة القومية لشعوب مختلفة الأصول وذلك بفضل ارتباطها بالإسلام إذ نزل بها القرآن الكريم ومما يميزها عن غيرها من اللغات السامية أنها لم تمر بمرحلة الموت نتيجة دوافع سياسية ويشير البخاري إلى أن القرآن نزل بلغة قريش دون غيرها باعتبار أن قريش خلاصة العرب واللغة الفصحى المسموعة المقروءة هي اللسان المشترك بين الشعوب العربية في مختلف أقاليمها </w:t>
                  </w:r>
                </w:p>
                <w:p w:rsidR="00532A80" w:rsidRPr="00C52CC9" w:rsidRDefault="00532A80">
                  <w:pPr>
                    <w:rPr>
                      <w:rFonts w:ascii="Arial" w:hAnsi="Arial" w:cs="Arial"/>
                      <w:b/>
                      <w:bCs/>
                      <w:sz w:val="6"/>
                      <w:szCs w:val="6"/>
                    </w:rPr>
                  </w:pPr>
                </w:p>
              </w:txbxContent>
            </v:textbox>
            <w10:wrap anchorx="page"/>
          </v:rect>
        </w:pict>
      </w:r>
      <w:r>
        <w:rPr>
          <w:noProof/>
        </w:rPr>
        <w:pict>
          <v:roundrect id="_x0000_s1042" style="position:absolute;left:0;text-align:left;margin-left:608.9pt;margin-top:401.8pt;width:179.6pt;height:92.3pt;z-index:251651072;mso-position-horizontal-relative:text;mso-position-vertical-relative:text" arcsize="10923f" strokecolor="#92cddc" strokeweight="1pt">
            <v:fill color2="#b6dde8" rotate="t" focusposition="1" focussize="" focus="100%" type="gradient"/>
            <v:shadow on="t" type="perspective" color="#205867" opacity=".5" offset="1pt" offset2="-3pt"/>
            <v:textbox style="mso-next-textbox:#_x0000_s1042">
              <w:txbxContent>
                <w:p w:rsidR="00532A80" w:rsidRPr="002E2F5D" w:rsidRDefault="00532A80" w:rsidP="00CC7A17">
                  <w:pPr>
                    <w:jc w:val="center"/>
                    <w:rPr>
                      <w:rFonts w:cs="PT Bold Heading"/>
                      <w:color w:val="0070C0"/>
                      <w:sz w:val="20"/>
                      <w:szCs w:val="20"/>
                      <w:rtl/>
                    </w:rPr>
                  </w:pPr>
                  <w:r w:rsidRPr="002E2F5D">
                    <w:rPr>
                      <w:rFonts w:cs="PT Bold Heading"/>
                      <w:color w:val="0070C0"/>
                      <w:sz w:val="20"/>
                      <w:szCs w:val="20"/>
                      <w:rtl/>
                    </w:rPr>
                    <w:t>مسابقة العدد</w:t>
                  </w:r>
                </w:p>
                <w:p w:rsidR="00532A80" w:rsidRPr="00CC7A17" w:rsidRDefault="00532A80" w:rsidP="0043328F">
                  <w:pPr>
                    <w:rPr>
                      <w:rFonts w:cs="PT Bold Heading"/>
                      <w:sz w:val="16"/>
                      <w:szCs w:val="16"/>
                      <w:rtl/>
                    </w:rPr>
                  </w:pPr>
                  <w:r w:rsidRPr="00CC7A17">
                    <w:rPr>
                      <w:rFonts w:cs="PT Bold Heading"/>
                      <w:sz w:val="16"/>
                      <w:szCs w:val="16"/>
                      <w:rtl/>
                    </w:rPr>
                    <w:t>س/ أربعةٌ حكموا العالم</w:t>
                  </w:r>
                  <w:r>
                    <w:rPr>
                      <w:rFonts w:cs="PT Bold Heading"/>
                      <w:sz w:val="16"/>
                      <w:szCs w:val="16"/>
                      <w:rtl/>
                    </w:rPr>
                    <w:t xml:space="preserve"> ,</w:t>
                  </w:r>
                  <w:r w:rsidRPr="00CC7A17">
                    <w:rPr>
                      <w:rFonts w:cs="PT Bold Heading"/>
                      <w:sz w:val="16"/>
                      <w:szCs w:val="16"/>
                      <w:rtl/>
                    </w:rPr>
                    <w:t xml:space="preserve"> فمن هم ؟</w:t>
                  </w:r>
                </w:p>
                <w:p w:rsidR="00532A80" w:rsidRPr="00CC7A17" w:rsidRDefault="00532A80" w:rsidP="0043328F">
                  <w:pPr>
                    <w:rPr>
                      <w:rFonts w:cs="PT Bold Heading"/>
                      <w:sz w:val="16"/>
                      <w:szCs w:val="16"/>
                      <w:rtl/>
                    </w:rPr>
                  </w:pPr>
                  <w:r w:rsidRPr="00CC7A17">
                    <w:rPr>
                      <w:rFonts w:cs="PT Bold Heading"/>
                      <w:sz w:val="16"/>
                      <w:szCs w:val="16"/>
                      <w:rtl/>
                    </w:rPr>
                    <w:t>س/لِمَ سميت اللغة العربية لغة الضاد ؟</w:t>
                  </w:r>
                </w:p>
                <w:p w:rsidR="00532A80" w:rsidRPr="00CC7A17" w:rsidRDefault="00532A80" w:rsidP="00CC7A17">
                  <w:pPr>
                    <w:rPr>
                      <w:rFonts w:cs="PT Bold Heading"/>
                      <w:sz w:val="16"/>
                      <w:szCs w:val="16"/>
                      <w:rtl/>
                    </w:rPr>
                  </w:pPr>
                  <w:r w:rsidRPr="00CC7A17">
                    <w:rPr>
                      <w:rFonts w:cs="PT Bold Heading"/>
                      <w:sz w:val="16"/>
                      <w:szCs w:val="16"/>
                      <w:rtl/>
                    </w:rPr>
                    <w:t xml:space="preserve">س/من </w:t>
                  </w:r>
                  <w:r>
                    <w:rPr>
                      <w:rFonts w:cs="PT Bold Heading"/>
                      <w:sz w:val="16"/>
                      <w:szCs w:val="16"/>
                      <w:rtl/>
                    </w:rPr>
                    <w:t>هو أمين المكتبة</w:t>
                  </w:r>
                  <w:r w:rsidRPr="00CC7A17">
                    <w:rPr>
                      <w:rFonts w:cs="PT Bold Heading"/>
                      <w:sz w:val="16"/>
                      <w:szCs w:val="16"/>
                      <w:rtl/>
                    </w:rPr>
                    <w:t xml:space="preserve"> بالمدرسة</w:t>
                  </w:r>
                  <w:r>
                    <w:rPr>
                      <w:rFonts w:cs="PT Bold Heading"/>
                      <w:sz w:val="16"/>
                      <w:szCs w:val="16"/>
                      <w:rtl/>
                    </w:rPr>
                    <w:t xml:space="preserve"> </w:t>
                  </w:r>
                  <w:r w:rsidRPr="00CC7A17">
                    <w:rPr>
                      <w:rFonts w:cs="PT Bold Heading"/>
                      <w:sz w:val="16"/>
                      <w:szCs w:val="16"/>
                      <w:rtl/>
                    </w:rPr>
                    <w:t>؟</w:t>
                  </w:r>
                </w:p>
                <w:p w:rsidR="00532A80" w:rsidRPr="00CC7A17" w:rsidRDefault="00532A80" w:rsidP="00CC7A17">
                  <w:pPr>
                    <w:jc w:val="right"/>
                    <w:rPr>
                      <w:rFonts w:cs="PT Bold Heading"/>
                      <w:sz w:val="16"/>
                      <w:szCs w:val="16"/>
                    </w:rPr>
                  </w:pPr>
                  <w:r w:rsidRPr="00CC7A17">
                    <w:rPr>
                      <w:rFonts w:cs="PT Bold Heading"/>
                      <w:sz w:val="16"/>
                      <w:szCs w:val="16"/>
                      <w:rtl/>
                    </w:rPr>
                    <w:t>الجوائز بانتظاركم</w:t>
                  </w:r>
                </w:p>
              </w:txbxContent>
            </v:textbox>
            <w10:wrap anchorx="page"/>
          </v:roundrect>
        </w:pict>
      </w:r>
      <w:r>
        <w:rPr>
          <w:noProof/>
        </w:rPr>
        <w:pict>
          <v:roundrect id="_x0000_s1043" style="position:absolute;left:0;text-align:left;margin-left:38.45pt;margin-top:401.8pt;width:179.6pt;height:94.7pt;z-index:251659264;mso-position-horizontal-relative:text;mso-position-vertical-relative:text" arcsize="10923f" strokecolor="#92cddc" strokeweight="1pt">
            <v:fill color2="#b6dde8" rotate="t" focusposition="1" focussize="" focus="100%" type="gradient"/>
            <v:shadow on="t" type="perspective" color="#205867" opacity=".5" offset="1pt" offset2="-3pt"/>
            <v:textbox style="mso-next-textbox:#_x0000_s1043">
              <w:txbxContent>
                <w:p w:rsidR="00532A80" w:rsidRPr="00C52CC9" w:rsidRDefault="00532A80" w:rsidP="000317BF">
                  <w:pPr>
                    <w:jc w:val="center"/>
                    <w:rPr>
                      <w:rFonts w:ascii="Arial" w:hAnsi="Arial" w:cs="Arial"/>
                      <w:b/>
                      <w:bCs/>
                      <w:color w:val="943634"/>
                      <w:rtl/>
                    </w:rPr>
                  </w:pPr>
                  <w:r w:rsidRPr="00C52CC9">
                    <w:rPr>
                      <w:rFonts w:ascii="Arial" w:hAnsi="Arial" w:cs="Arial"/>
                      <w:b/>
                      <w:bCs/>
                      <w:color w:val="943634"/>
                      <w:rtl/>
                    </w:rPr>
                    <w:t>قف وابتسم</w:t>
                  </w:r>
                </w:p>
                <w:p w:rsidR="00532A80" w:rsidRPr="00C52CC9" w:rsidRDefault="00532A80" w:rsidP="00243896">
                  <w:pPr>
                    <w:rPr>
                      <w:rFonts w:ascii="Arial" w:hAnsi="Arial" w:cs="Arial"/>
                      <w:b/>
                      <w:bCs/>
                      <w:sz w:val="22"/>
                      <w:rtl/>
                    </w:rPr>
                  </w:pPr>
                  <w:r w:rsidRPr="00C52CC9">
                    <w:rPr>
                      <w:rFonts w:ascii="Arial" w:hAnsi="Arial" w:cs="Arial"/>
                      <w:b/>
                      <w:bCs/>
                      <w:sz w:val="16"/>
                      <w:szCs w:val="16"/>
                      <w:rtl/>
                    </w:rPr>
                    <w:t>عندما تستيقظ من النوم ابتسم واشكر الله على نعمة البقاء ‏..</w:t>
                  </w:r>
                  <w:r w:rsidRPr="00C52CC9">
                    <w:rPr>
                      <w:rFonts w:ascii="Arial" w:hAnsi="Arial" w:cs="Arial"/>
                      <w:b/>
                      <w:bCs/>
                      <w:sz w:val="16"/>
                      <w:szCs w:val="16"/>
                      <w:rtl/>
                    </w:rPr>
                    <w:br/>
                  </w:r>
                  <w:r w:rsidRPr="00C52CC9">
                    <w:rPr>
                      <w:rFonts w:ascii="Arial" w:hAnsi="Arial" w:cs="Arial"/>
                      <w:b/>
                      <w:bCs/>
                      <w:sz w:val="16"/>
                      <w:szCs w:val="16"/>
                      <w:rtl/>
                    </w:rPr>
                    <w:br/>
                    <w:t>فلديك يوم في رصيد حياتك لتقضيه في طاعة الرحمن ..</w:t>
                  </w:r>
                  <w:r w:rsidRPr="00C52CC9">
                    <w:rPr>
                      <w:rFonts w:ascii="Arial" w:hAnsi="Arial" w:cs="Arial"/>
                      <w:b/>
                      <w:bCs/>
                      <w:sz w:val="16"/>
                      <w:szCs w:val="16"/>
                      <w:rtl/>
                    </w:rPr>
                    <w:br/>
                  </w:r>
                  <w:r w:rsidRPr="00C52CC9">
                    <w:rPr>
                      <w:rFonts w:ascii="Arial" w:hAnsi="Arial" w:cs="Arial"/>
                      <w:b/>
                      <w:bCs/>
                      <w:sz w:val="16"/>
                      <w:szCs w:val="16"/>
                      <w:rtl/>
                    </w:rPr>
                    <w:br/>
                    <w:t>عندما ترى والديك أمامك ابتسم ..</w:t>
                  </w:r>
                  <w:r w:rsidRPr="00C52CC9">
                    <w:rPr>
                      <w:rFonts w:ascii="Arial" w:hAnsi="Arial" w:cs="Arial"/>
                      <w:b/>
                      <w:bCs/>
                      <w:sz w:val="16"/>
                      <w:szCs w:val="16"/>
                      <w:rtl/>
                    </w:rPr>
                    <w:br/>
                  </w:r>
                  <w:r w:rsidRPr="00C52CC9">
                    <w:rPr>
                      <w:rFonts w:ascii="Arial" w:hAnsi="Arial" w:cs="Arial"/>
                      <w:b/>
                      <w:bCs/>
                      <w:sz w:val="16"/>
                      <w:szCs w:val="16"/>
                      <w:rtl/>
                    </w:rPr>
                    <w:br/>
                    <w:t>فهناك الكثير الذين حرموا من نعمة الوالدين ‏..</w:t>
                  </w:r>
                  <w:r w:rsidRPr="00C52CC9">
                    <w:rPr>
                      <w:rFonts w:ascii="Arial" w:hAnsi="Arial" w:cs="Arial"/>
                      <w:b/>
                      <w:bCs/>
                      <w:sz w:val="16"/>
                      <w:szCs w:val="16"/>
                      <w:rtl/>
                    </w:rPr>
                    <w:br/>
                  </w:r>
                </w:p>
              </w:txbxContent>
            </v:textbox>
            <w10:wrap anchorx="page"/>
          </v:roundrect>
        </w:pict>
      </w:r>
      <w:r>
        <w:rPr>
          <w:noProof/>
        </w:rPr>
        <w:pict>
          <v:shape id="صورة 36" o:spid="_x0000_s1044" type="#_x0000_t75" alt="untitled" style="position:absolute;left:0;text-align:left;margin-left:298.15pt;margin-top:250.6pt;width:238.75pt;height:2in;z-index:251653120;visibility:visible;mso-position-horizontal-relative:text;mso-position-vertical-relative:text">
            <v:imagedata r:id="rId8" o:title="" cropbottom="4662f"/>
          </v:shape>
        </w:pict>
      </w:r>
      <w:r>
        <w:rPr>
          <w:noProof/>
        </w:rPr>
        <w:pict>
          <v:shape id="صورة 37" o:spid="_x0000_s1045" type="#_x0000_t75" alt="عجائب الشعر" style="position:absolute;left:0;text-align:left;margin-left:578.85pt;margin-top:271.65pt;width:166.75pt;height:101.1pt;z-index:251654144;visibility:visible;mso-position-horizontal-relative:text;mso-position-vertical-relative:text">
            <v:imagedata r:id="rId9" o:title=""/>
          </v:shape>
        </w:pict>
      </w:r>
      <w:r>
        <w:rPr>
          <w:noProof/>
        </w:rPr>
        <w:pict>
          <v:shape id="صورة 12" o:spid="_x0000_s1046" type="#_x0000_t75" alt="CCANEBDR" style="position:absolute;left:0;text-align:left;margin-left:47.35pt;margin-top:245.7pt;width:250.9pt;height:152.85pt;z-index:251646976;visibility:visible;mso-position-horizontal-relative:text;mso-position-vertical-relative:text">
            <v:imagedata r:id="rId10" o:title=""/>
            <w10:wrap type="topAndBottom"/>
          </v:shape>
        </w:pict>
      </w:r>
      <w:r>
        <w:rPr>
          <w:noProof/>
        </w:rPr>
        <w:pict>
          <v:shape id="صورة 27" o:spid="_x0000_s1047" type="#_x0000_t75" alt="CCANEBDR" style="position:absolute;left:0;text-align:left;margin-left:535.15pt;margin-top:247.35pt;width:250.9pt;height:148pt;z-index:251649024;visibility:visible;mso-position-horizontal-relative:text;mso-position-vertical-relative:text">
            <v:imagedata r:id="rId10" o:title=""/>
            <w10:wrap type="topAndBottom"/>
          </v:shape>
        </w:pict>
      </w:r>
    </w:p>
    <w:sectPr w:rsidR="00532A80" w:rsidSect="002978EC">
      <w:pgSz w:w="16838" w:h="11906" w:orient="landscape" w:code="9"/>
      <w:pgMar w:top="0" w:right="38" w:bottom="46" w:left="102" w:header="709" w:footer="709" w:gutter="0"/>
      <w:pgBorders w:offsetFrom="page">
        <w:top w:val="sun" w:sz="18" w:space="24" w:color="auto"/>
        <w:left w:val="sun" w:sz="18" w:space="24" w:color="auto"/>
        <w:bottom w:val="sun" w:sz="18" w:space="24" w:color="auto"/>
        <w:right w:val="sun" w:sz="18"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Akhbar MT">
    <w:panose1 w:val="0000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D4C3D"/>
    <w:multiLevelType w:val="hybridMultilevel"/>
    <w:tmpl w:val="1084E9E2"/>
    <w:lvl w:ilvl="0" w:tplc="5E5442B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37BE"/>
    <w:rsid w:val="000317BF"/>
    <w:rsid w:val="000378D6"/>
    <w:rsid w:val="0004094D"/>
    <w:rsid w:val="00083E5D"/>
    <w:rsid w:val="00087E43"/>
    <w:rsid w:val="000B01AB"/>
    <w:rsid w:val="000B027D"/>
    <w:rsid w:val="000D0649"/>
    <w:rsid w:val="000D5984"/>
    <w:rsid w:val="00110F87"/>
    <w:rsid w:val="001B2C76"/>
    <w:rsid w:val="001C6D69"/>
    <w:rsid w:val="001D09EA"/>
    <w:rsid w:val="0020628A"/>
    <w:rsid w:val="00217754"/>
    <w:rsid w:val="00243896"/>
    <w:rsid w:val="002576BC"/>
    <w:rsid w:val="00257809"/>
    <w:rsid w:val="00290779"/>
    <w:rsid w:val="002978EC"/>
    <w:rsid w:val="002C0331"/>
    <w:rsid w:val="002E2F5D"/>
    <w:rsid w:val="002F0397"/>
    <w:rsid w:val="002F6DB3"/>
    <w:rsid w:val="00321BC7"/>
    <w:rsid w:val="003613EE"/>
    <w:rsid w:val="00376388"/>
    <w:rsid w:val="00393378"/>
    <w:rsid w:val="003E0DDA"/>
    <w:rsid w:val="003E4C73"/>
    <w:rsid w:val="004056DA"/>
    <w:rsid w:val="00405E91"/>
    <w:rsid w:val="0043328F"/>
    <w:rsid w:val="00452526"/>
    <w:rsid w:val="00452F02"/>
    <w:rsid w:val="00471B5A"/>
    <w:rsid w:val="004747B6"/>
    <w:rsid w:val="0049569E"/>
    <w:rsid w:val="004A41EA"/>
    <w:rsid w:val="004C609E"/>
    <w:rsid w:val="004F26CF"/>
    <w:rsid w:val="0052760E"/>
    <w:rsid w:val="00532A80"/>
    <w:rsid w:val="00537DCF"/>
    <w:rsid w:val="00544444"/>
    <w:rsid w:val="005669F9"/>
    <w:rsid w:val="0059340D"/>
    <w:rsid w:val="005A619F"/>
    <w:rsid w:val="005B0BB7"/>
    <w:rsid w:val="006056D0"/>
    <w:rsid w:val="00605BB8"/>
    <w:rsid w:val="006158B8"/>
    <w:rsid w:val="0064620A"/>
    <w:rsid w:val="00687BFD"/>
    <w:rsid w:val="0069162D"/>
    <w:rsid w:val="006A306D"/>
    <w:rsid w:val="007903A7"/>
    <w:rsid w:val="007B7ABF"/>
    <w:rsid w:val="007C1FC1"/>
    <w:rsid w:val="007D4D02"/>
    <w:rsid w:val="00842DCF"/>
    <w:rsid w:val="00873773"/>
    <w:rsid w:val="00873D90"/>
    <w:rsid w:val="008C3B5D"/>
    <w:rsid w:val="008C5DCA"/>
    <w:rsid w:val="008F3C9B"/>
    <w:rsid w:val="00924227"/>
    <w:rsid w:val="009334F7"/>
    <w:rsid w:val="00970BC8"/>
    <w:rsid w:val="00975CCA"/>
    <w:rsid w:val="00995F3E"/>
    <w:rsid w:val="009A4CCB"/>
    <w:rsid w:val="009A64BB"/>
    <w:rsid w:val="009D1B1F"/>
    <w:rsid w:val="009E2495"/>
    <w:rsid w:val="009E692E"/>
    <w:rsid w:val="00A21050"/>
    <w:rsid w:val="00A31DE6"/>
    <w:rsid w:val="00A35BAB"/>
    <w:rsid w:val="00A53558"/>
    <w:rsid w:val="00A928D8"/>
    <w:rsid w:val="00AC6B9B"/>
    <w:rsid w:val="00AD693B"/>
    <w:rsid w:val="00AF6374"/>
    <w:rsid w:val="00B91458"/>
    <w:rsid w:val="00B956CB"/>
    <w:rsid w:val="00BA3C39"/>
    <w:rsid w:val="00BA79F4"/>
    <w:rsid w:val="00BC787F"/>
    <w:rsid w:val="00C52CC9"/>
    <w:rsid w:val="00C65F71"/>
    <w:rsid w:val="00CB7A93"/>
    <w:rsid w:val="00CB7BE8"/>
    <w:rsid w:val="00CC7A17"/>
    <w:rsid w:val="00CD0526"/>
    <w:rsid w:val="00CE2925"/>
    <w:rsid w:val="00CF1FF1"/>
    <w:rsid w:val="00D02CC0"/>
    <w:rsid w:val="00D2268F"/>
    <w:rsid w:val="00D53874"/>
    <w:rsid w:val="00D632CF"/>
    <w:rsid w:val="00D80A38"/>
    <w:rsid w:val="00DB5E2D"/>
    <w:rsid w:val="00DC4FFC"/>
    <w:rsid w:val="00DF158E"/>
    <w:rsid w:val="00DF37BE"/>
    <w:rsid w:val="00E03DEE"/>
    <w:rsid w:val="00E12784"/>
    <w:rsid w:val="00E33AA9"/>
    <w:rsid w:val="00E77000"/>
    <w:rsid w:val="00E90FF6"/>
    <w:rsid w:val="00ED53F5"/>
    <w:rsid w:val="00ED78C2"/>
    <w:rsid w:val="00F37519"/>
    <w:rsid w:val="00F41598"/>
    <w:rsid w:val="00F555A0"/>
    <w:rsid w:val="00FB2F92"/>
    <w:rsid w:val="00FE468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92E"/>
    <w:pPr>
      <w:bidi/>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555A0"/>
    <w:rPr>
      <w:rFonts w:ascii="Tahoma" w:hAnsi="Tahoma" w:cs="Tahoma"/>
      <w:sz w:val="16"/>
      <w:szCs w:val="16"/>
    </w:rPr>
  </w:style>
  <w:style w:type="character" w:customStyle="1" w:styleId="BalloonTextChar">
    <w:name w:val="Balloon Text Char"/>
    <w:basedOn w:val="DefaultParagraphFont"/>
    <w:link w:val="BalloonText"/>
    <w:uiPriority w:val="99"/>
    <w:locked/>
    <w:rsid w:val="00F555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204</TotalTime>
  <Pages>1</Pages>
  <Words>4</Words>
  <Characters>24</Characters>
  <Application>Microsoft Office Outlook</Application>
  <DocSecurity>0</DocSecurity>
  <Lines>0</Lines>
  <Paragraphs>0</Paragraphs>
  <ScaleCrop>false</ScaleCrop>
  <Company>فهونادز</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فواز محمد</dc:creator>
  <cp:keywords/>
  <dc:description/>
  <cp:lastModifiedBy>COM2</cp:lastModifiedBy>
  <cp:revision>6</cp:revision>
  <dcterms:created xsi:type="dcterms:W3CDTF">2009-11-12T11:31:00Z</dcterms:created>
  <dcterms:modified xsi:type="dcterms:W3CDTF">2009-12-21T15:34:00Z</dcterms:modified>
</cp:coreProperties>
</file>